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67F" w:rsidRPr="00563EDC" w:rsidRDefault="0013467F" w:rsidP="0013467F">
      <w:pPr>
        <w:pStyle w:val="1"/>
        <w:ind w:left="709"/>
        <w:rPr>
          <w:b w:val="0"/>
          <w:i/>
        </w:rPr>
      </w:pPr>
      <w:bookmarkStart w:id="0" w:name="_Toc417486820"/>
      <w:bookmarkStart w:id="1" w:name="_Toc506565059"/>
      <w:r w:rsidRPr="00563EDC">
        <w:rPr>
          <w:b w:val="0"/>
          <w:i/>
        </w:rPr>
        <w:t>Планы земельных участков</w:t>
      </w:r>
      <w:bookmarkEnd w:id="0"/>
      <w:bookmarkEnd w:id="1"/>
    </w:p>
    <w:p w:rsidR="0013467F" w:rsidRDefault="008337E6" w:rsidP="0013467F">
      <w:pPr>
        <w:pStyle w:val="af"/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drawing>
          <wp:inline distT="0" distB="0" distL="0" distR="0">
            <wp:extent cx="3657600" cy="2911475"/>
            <wp:effectExtent l="0" t="381000" r="0" b="346075"/>
            <wp:docPr id="2" name="Рисунок 1" descr="картин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а 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3657600" cy="291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67F" w:rsidRDefault="0013467F" w:rsidP="0013467F">
      <w:pPr>
        <w:pStyle w:val="af"/>
        <w:rPr>
          <w:rFonts w:eastAsia="Calibri"/>
          <w:lang w:eastAsia="en-US"/>
        </w:rPr>
      </w:pPr>
    </w:p>
    <w:p w:rsidR="0013467F" w:rsidRPr="00186060" w:rsidRDefault="0013467F" w:rsidP="0013467F">
      <w:pPr>
        <w:pStyle w:val="af"/>
        <w:rPr>
          <w:bCs/>
          <w:szCs w:val="26"/>
          <w:lang w:eastAsia="en-US"/>
        </w:rPr>
      </w:pPr>
      <w:r w:rsidRPr="00186060">
        <w:t xml:space="preserve">Рисунок </w:t>
      </w:r>
      <w:fldSimple w:instr=" SEQ Рисунок \* ARABIC ">
        <w:r w:rsidR="000A5AE5">
          <w:rPr>
            <w:noProof/>
          </w:rPr>
          <w:t>1</w:t>
        </w:r>
      </w:fldSimple>
      <w:r w:rsidRPr="00186060">
        <w:rPr>
          <w:bCs/>
          <w:lang w:eastAsia="en-US"/>
        </w:rPr>
        <w:t xml:space="preserve"> План земельного участка </w:t>
      </w:r>
      <w:r w:rsidRPr="00B624D6">
        <w:rPr>
          <w:rFonts w:eastAsia="Calibri"/>
          <w:noProof/>
        </w:rPr>
        <w:t>53:08:00</w:t>
      </w:r>
      <w:r>
        <w:rPr>
          <w:rFonts w:eastAsia="Calibri"/>
          <w:noProof/>
        </w:rPr>
        <w:t>951</w:t>
      </w:r>
      <w:r w:rsidRPr="00B624D6">
        <w:rPr>
          <w:rFonts w:eastAsia="Calibri"/>
          <w:noProof/>
        </w:rPr>
        <w:t>01:</w:t>
      </w:r>
      <w:r>
        <w:rPr>
          <w:rFonts w:eastAsia="Calibri"/>
          <w:noProof/>
        </w:rPr>
        <w:t>83</w:t>
      </w:r>
    </w:p>
    <w:p w:rsidR="0013467F" w:rsidRDefault="0013467F" w:rsidP="0013467F">
      <w:pPr>
        <w:jc w:val="center"/>
        <w:rPr>
          <w:rFonts w:eastAsia="Calibri"/>
          <w:lang w:eastAsia="en-US"/>
        </w:rPr>
      </w:pPr>
    </w:p>
    <w:p w:rsidR="0013467F" w:rsidRDefault="008337E6" w:rsidP="0013467F">
      <w:pPr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drawing>
          <wp:inline distT="0" distB="0" distL="0" distR="0">
            <wp:extent cx="4042410" cy="3224530"/>
            <wp:effectExtent l="19050" t="0" r="0" b="0"/>
            <wp:docPr id="3" name="Рисунок 3" descr="картин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артинка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410" cy="322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67F" w:rsidRDefault="0013467F" w:rsidP="0013467F">
      <w:pPr>
        <w:pStyle w:val="af"/>
        <w:rPr>
          <w:rFonts w:eastAsia="Calibri"/>
          <w:noProof/>
        </w:rPr>
      </w:pPr>
      <w:r>
        <w:t xml:space="preserve">Рисунок </w:t>
      </w:r>
      <w:fldSimple w:instr=" SEQ Рисунок \* ARABIC ">
        <w:r w:rsidR="000A5AE5">
          <w:rPr>
            <w:noProof/>
          </w:rPr>
          <w:t>2</w:t>
        </w:r>
      </w:fldSimple>
      <w:r>
        <w:t xml:space="preserve"> </w:t>
      </w:r>
      <w:r w:rsidRPr="00186060">
        <w:rPr>
          <w:bCs/>
          <w:lang w:eastAsia="en-US"/>
        </w:rPr>
        <w:t xml:space="preserve">План земельного участка </w:t>
      </w:r>
      <w:r>
        <w:rPr>
          <w:rFonts w:eastAsia="Calibri"/>
          <w:noProof/>
        </w:rPr>
        <w:t>53:08:0095101:85</w:t>
      </w:r>
    </w:p>
    <w:p w:rsidR="0008061F" w:rsidRPr="0008061F" w:rsidRDefault="0008061F" w:rsidP="0008061F">
      <w:pPr>
        <w:rPr>
          <w:rFonts w:eastAsia="Calibri"/>
        </w:rPr>
      </w:pPr>
    </w:p>
    <w:p w:rsidR="0013467F" w:rsidRPr="00563EDC" w:rsidRDefault="0013467F" w:rsidP="0013467F">
      <w:pPr>
        <w:pStyle w:val="1"/>
        <w:numPr>
          <w:ilvl w:val="0"/>
          <w:numId w:val="7"/>
        </w:numPr>
        <w:spacing w:before="240" w:after="240"/>
        <w:jc w:val="both"/>
        <w:rPr>
          <w:b w:val="0"/>
          <w:i/>
        </w:rPr>
      </w:pPr>
      <w:bookmarkStart w:id="2" w:name="_Toc417486822"/>
      <w:bookmarkStart w:id="3" w:name="_Toc506565060"/>
      <w:r w:rsidRPr="00563EDC">
        <w:rPr>
          <w:b w:val="0"/>
          <w:i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  <w:bookmarkEnd w:id="2"/>
      <w:bookmarkEnd w:id="3"/>
    </w:p>
    <w:p w:rsidR="0013467F" w:rsidRPr="007337B1" w:rsidRDefault="0013467F" w:rsidP="0013467F">
      <w:pPr>
        <w:ind w:firstLine="576"/>
        <w:rPr>
          <w:rFonts w:eastAsia="Calibri"/>
          <w:lang w:eastAsia="en-US"/>
        </w:rPr>
      </w:pPr>
      <w:r w:rsidRPr="007337B1">
        <w:rPr>
          <w:rFonts w:eastAsia="Calibri"/>
          <w:lang w:eastAsia="en-US"/>
        </w:rPr>
        <w:t>Категория земель, в состав которых входит земельный участок:</w:t>
      </w:r>
    </w:p>
    <w:p w:rsidR="0013467F" w:rsidRPr="007337B1" w:rsidRDefault="0013467F" w:rsidP="0013467F">
      <w:pPr>
        <w:ind w:firstLine="576"/>
        <w:rPr>
          <w:rFonts w:eastAsia="Calibri"/>
          <w:lang w:eastAsia="en-US"/>
        </w:rPr>
      </w:pPr>
      <w:r w:rsidRPr="007337B1">
        <w:rPr>
          <w:rFonts w:eastAsia="Calibri"/>
          <w:lang w:eastAsia="en-US"/>
        </w:rPr>
        <w:lastRenderedPageBreak/>
        <w:t>Земли сельскохозяйственного назначения, с видом разрешенного использов</w:t>
      </w:r>
      <w:r w:rsidRPr="007337B1">
        <w:rPr>
          <w:rFonts w:eastAsia="Calibri"/>
          <w:lang w:eastAsia="en-US"/>
        </w:rPr>
        <w:t>а</w:t>
      </w:r>
      <w:r w:rsidRPr="007337B1">
        <w:rPr>
          <w:rFonts w:eastAsia="Calibri"/>
          <w:lang w:eastAsia="en-US"/>
        </w:rPr>
        <w:t>ния: для ведения сельскохозяйственного производства.</w:t>
      </w:r>
    </w:p>
    <w:p w:rsidR="0013467F" w:rsidRPr="007337B1" w:rsidRDefault="0013467F" w:rsidP="0013467F">
      <w:pPr>
        <w:ind w:firstLine="708"/>
        <w:rPr>
          <w:rFonts w:eastAsia="Calibri"/>
          <w:lang w:eastAsia="en-US"/>
        </w:rPr>
      </w:pPr>
      <w:r w:rsidRPr="007337B1">
        <w:rPr>
          <w:rFonts w:eastAsia="Calibri"/>
          <w:lang w:eastAsia="en-US"/>
        </w:rPr>
        <w:t>Категория земель, перевод в состав которых предполагается осуществить:</w:t>
      </w:r>
    </w:p>
    <w:p w:rsidR="0013467F" w:rsidRPr="007337B1" w:rsidRDefault="0013467F" w:rsidP="0013467F">
      <w:pPr>
        <w:ind w:firstLine="708"/>
        <w:rPr>
          <w:rFonts w:eastAsia="Calibri"/>
          <w:lang w:eastAsia="en-US"/>
        </w:rPr>
      </w:pPr>
      <w:r w:rsidRPr="007337B1">
        <w:rPr>
          <w:rFonts w:eastAsia="Calibri"/>
          <w:lang w:eastAsia="en-US"/>
        </w:rPr>
        <w:t xml:space="preserve">Земли </w:t>
      </w:r>
      <w:r>
        <w:rPr>
          <w:rFonts w:eastAsia="Calibri"/>
          <w:lang w:eastAsia="en-US"/>
        </w:rPr>
        <w:t>промышленности, энергетики, транспорта, связи, радиовещания, тел</w:t>
      </w:r>
      <w:r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>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7337B1">
        <w:rPr>
          <w:rFonts w:eastAsia="Calibri"/>
          <w:lang w:eastAsia="en-US"/>
        </w:rPr>
        <w:t>, с видом разреше</w:t>
      </w:r>
      <w:r w:rsidRPr="007337B1">
        <w:rPr>
          <w:rFonts w:eastAsia="Calibri"/>
          <w:lang w:eastAsia="en-US"/>
        </w:rPr>
        <w:t>н</w:t>
      </w:r>
      <w:r w:rsidRPr="007337B1">
        <w:rPr>
          <w:rFonts w:eastAsia="Calibri"/>
          <w:lang w:eastAsia="en-US"/>
        </w:rPr>
        <w:t>ного использования: «</w:t>
      </w:r>
      <w:r>
        <w:rPr>
          <w:rFonts w:eastAsia="Calibri"/>
          <w:lang w:eastAsia="en-US"/>
        </w:rPr>
        <w:t>объекты придорожного сервиса (код 4.9</w:t>
      </w:r>
      <w:r w:rsidRPr="007337B1">
        <w:rPr>
          <w:rFonts w:eastAsia="Calibri"/>
          <w:lang w:eastAsia="en-US"/>
        </w:rPr>
        <w:t>.1)»</w:t>
      </w:r>
    </w:p>
    <w:p w:rsidR="0013467F" w:rsidRPr="007337B1" w:rsidRDefault="0013467F" w:rsidP="0013467F">
      <w:pPr>
        <w:ind w:firstLine="708"/>
        <w:rPr>
          <w:rFonts w:eastAsia="Calibri"/>
          <w:lang w:eastAsia="en-US"/>
        </w:rPr>
      </w:pPr>
      <w:r w:rsidRPr="007337B1">
        <w:rPr>
          <w:rFonts w:eastAsia="Calibri"/>
          <w:lang w:eastAsia="en-US"/>
        </w:rPr>
        <w:t>Вид разрешенного использования установлен в соответствии с Классификат</w:t>
      </w:r>
      <w:r w:rsidRPr="007337B1">
        <w:rPr>
          <w:rFonts w:eastAsia="Calibri"/>
          <w:lang w:eastAsia="en-US"/>
        </w:rPr>
        <w:t>о</w:t>
      </w:r>
      <w:r w:rsidRPr="007337B1">
        <w:rPr>
          <w:rFonts w:eastAsia="Calibri"/>
          <w:lang w:eastAsia="en-US"/>
        </w:rPr>
        <w:t>ром видов разрешенного использования земельных участков установленных в Пр</w:t>
      </w:r>
      <w:r w:rsidRPr="007337B1">
        <w:rPr>
          <w:rFonts w:eastAsia="Calibri"/>
          <w:lang w:eastAsia="en-US"/>
        </w:rPr>
        <w:t>и</w:t>
      </w:r>
      <w:r w:rsidRPr="007337B1">
        <w:rPr>
          <w:rFonts w:eastAsia="Calibri"/>
          <w:lang w:eastAsia="en-US"/>
        </w:rPr>
        <w:t>казе Минэкономразвития России от 01.09.2014 N 540 "Об утверждении классифик</w:t>
      </w:r>
      <w:r w:rsidRPr="007337B1">
        <w:rPr>
          <w:rFonts w:eastAsia="Calibri"/>
          <w:lang w:eastAsia="en-US"/>
        </w:rPr>
        <w:t>а</w:t>
      </w:r>
      <w:r w:rsidRPr="007337B1">
        <w:rPr>
          <w:rFonts w:eastAsia="Calibri"/>
          <w:lang w:eastAsia="en-US"/>
        </w:rPr>
        <w:t>тора видов разрешенного использования земельных участков"</w:t>
      </w:r>
    </w:p>
    <w:p w:rsidR="0013467F" w:rsidRDefault="0013467F" w:rsidP="0013467F">
      <w:pPr>
        <w:rPr>
          <w:rFonts w:eastAsia="Calibri"/>
          <w:lang w:eastAsia="en-US"/>
        </w:rPr>
      </w:pPr>
    </w:p>
    <w:p w:rsidR="0013467F" w:rsidRDefault="0013467F" w:rsidP="0013467F">
      <w:pPr>
        <w:pStyle w:val="af"/>
        <w:keepNext/>
        <w:jc w:val="right"/>
      </w:pPr>
      <w:r>
        <w:t>Таблица 3</w:t>
      </w:r>
      <w:fldSimple w:instr=" SEQ Таблица \* ARABIC ">
        <w:r w:rsidR="000A5AE5">
          <w:rPr>
            <w:noProof/>
          </w:rPr>
          <w:t>1</w:t>
        </w:r>
      </w:fldSimple>
    </w:p>
    <w:p w:rsidR="0013467F" w:rsidRPr="007337B1" w:rsidRDefault="0013467F" w:rsidP="0013467F">
      <w:pPr>
        <w:jc w:val="center"/>
        <w:rPr>
          <w:rFonts w:eastAsia="Calibri"/>
          <w:lang w:eastAsia="en-US"/>
        </w:rPr>
      </w:pPr>
      <w:r w:rsidRPr="007337B1">
        <w:rPr>
          <w:rFonts w:eastAsia="Calibri"/>
          <w:szCs w:val="28"/>
          <w:lang w:eastAsia="en-US"/>
        </w:rPr>
        <w:t>Описание вида разрешенного использования земельного участка</w:t>
      </w:r>
      <w:r w:rsidRPr="00186060">
        <w:rPr>
          <w:rFonts w:eastAsia="Calibri"/>
          <w:lang w:eastAsia="en-US"/>
        </w:rPr>
        <w:t xml:space="preserve"> </w:t>
      </w:r>
      <w:r w:rsidRPr="007337B1">
        <w:rPr>
          <w:rFonts w:eastAsia="Calibri"/>
          <w:lang w:eastAsia="en-US"/>
        </w:rPr>
        <w:t>с видом разреше</w:t>
      </w:r>
      <w:r w:rsidRPr="007337B1">
        <w:rPr>
          <w:rFonts w:eastAsia="Calibri"/>
          <w:lang w:eastAsia="en-US"/>
        </w:rPr>
        <w:t>н</w:t>
      </w:r>
      <w:r w:rsidRPr="007337B1">
        <w:rPr>
          <w:rFonts w:eastAsia="Calibri"/>
          <w:lang w:eastAsia="en-US"/>
        </w:rPr>
        <w:t>ного использования: «</w:t>
      </w:r>
      <w:r>
        <w:rPr>
          <w:rFonts w:eastAsia="Calibri"/>
          <w:lang w:eastAsia="en-US"/>
        </w:rPr>
        <w:t>объекты придорожного сервиса (код 4.9</w:t>
      </w:r>
      <w:r w:rsidRPr="007337B1">
        <w:rPr>
          <w:rFonts w:eastAsia="Calibri"/>
          <w:lang w:eastAsia="en-US"/>
        </w:rPr>
        <w:t>.1)»</w:t>
      </w:r>
    </w:p>
    <w:tbl>
      <w:tblPr>
        <w:tblW w:w="9356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4678"/>
        <w:gridCol w:w="2126"/>
      </w:tblGrid>
      <w:tr w:rsidR="0013467F" w:rsidRPr="007337B1" w:rsidTr="00FC4E77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467F" w:rsidRPr="007337B1" w:rsidRDefault="0013467F" w:rsidP="00FC4E77">
            <w:pPr>
              <w:rPr>
                <w:rFonts w:eastAsia="Calibri"/>
                <w:szCs w:val="28"/>
                <w:lang w:eastAsia="en-US"/>
              </w:rPr>
            </w:pPr>
            <w:r w:rsidRPr="007337B1">
              <w:rPr>
                <w:rFonts w:eastAsia="Calibri"/>
                <w:szCs w:val="28"/>
                <w:lang w:eastAsia="en-US"/>
              </w:rPr>
              <w:t>Наименование вида разрешенного и</w:t>
            </w:r>
            <w:r w:rsidRPr="00186060">
              <w:rPr>
                <w:rFonts w:eastAsia="Calibri"/>
                <w:szCs w:val="28"/>
                <w:lang w:eastAsia="en-US"/>
              </w:rPr>
              <w:t>с</w:t>
            </w:r>
            <w:r w:rsidRPr="00186060">
              <w:rPr>
                <w:rFonts w:eastAsia="Calibri"/>
                <w:szCs w:val="28"/>
                <w:lang w:eastAsia="en-US"/>
              </w:rPr>
              <w:t>пользования з</w:t>
            </w:r>
            <w:r w:rsidRPr="00186060">
              <w:rPr>
                <w:rFonts w:eastAsia="Calibri"/>
                <w:szCs w:val="28"/>
                <w:lang w:eastAsia="en-US"/>
              </w:rPr>
              <w:t>е</w:t>
            </w:r>
            <w:r w:rsidRPr="00186060">
              <w:rPr>
                <w:rFonts w:eastAsia="Calibri"/>
                <w:szCs w:val="28"/>
                <w:lang w:eastAsia="en-US"/>
              </w:rPr>
              <w:t>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467F" w:rsidRPr="007337B1" w:rsidRDefault="0013467F" w:rsidP="00FC4E77">
            <w:pPr>
              <w:rPr>
                <w:rFonts w:eastAsia="Calibri"/>
                <w:szCs w:val="28"/>
                <w:lang w:eastAsia="en-US"/>
              </w:rPr>
            </w:pPr>
            <w:r w:rsidRPr="007337B1">
              <w:rPr>
                <w:rFonts w:eastAsia="Calibri"/>
                <w:szCs w:val="28"/>
                <w:lang w:eastAsia="en-US"/>
              </w:rPr>
              <w:t>Описание вида разрешенного и</w:t>
            </w:r>
            <w:r w:rsidRPr="007337B1">
              <w:rPr>
                <w:rFonts w:eastAsia="Calibri"/>
                <w:szCs w:val="28"/>
                <w:lang w:eastAsia="en-US"/>
              </w:rPr>
              <w:t>с</w:t>
            </w:r>
            <w:r w:rsidRPr="007337B1">
              <w:rPr>
                <w:rFonts w:eastAsia="Calibri"/>
                <w:szCs w:val="28"/>
                <w:lang w:eastAsia="en-US"/>
              </w:rPr>
              <w:t>пользования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467F" w:rsidRPr="007337B1" w:rsidRDefault="0013467F" w:rsidP="00FC4E77">
            <w:pPr>
              <w:rPr>
                <w:rFonts w:eastAsia="Calibri"/>
                <w:szCs w:val="28"/>
                <w:lang w:eastAsia="en-US"/>
              </w:rPr>
            </w:pPr>
            <w:r w:rsidRPr="007337B1">
              <w:rPr>
                <w:rFonts w:eastAsia="Calibri"/>
                <w:szCs w:val="28"/>
                <w:lang w:eastAsia="en-US"/>
              </w:rPr>
              <w:t>Код (числовое обозначение) вида разреше</w:t>
            </w:r>
            <w:r w:rsidRPr="007337B1">
              <w:rPr>
                <w:rFonts w:eastAsia="Calibri"/>
                <w:szCs w:val="28"/>
                <w:lang w:eastAsia="en-US"/>
              </w:rPr>
              <w:t>н</w:t>
            </w:r>
            <w:r w:rsidRPr="007337B1">
              <w:rPr>
                <w:rFonts w:eastAsia="Calibri"/>
                <w:szCs w:val="28"/>
                <w:lang w:eastAsia="en-US"/>
              </w:rPr>
              <w:t>ного и</w:t>
            </w:r>
            <w:r w:rsidRPr="00186060">
              <w:rPr>
                <w:rFonts w:eastAsia="Calibri"/>
                <w:szCs w:val="28"/>
                <w:lang w:eastAsia="en-US"/>
              </w:rPr>
              <w:t>спольз</w:t>
            </w:r>
            <w:r w:rsidRPr="00186060">
              <w:rPr>
                <w:rFonts w:eastAsia="Calibri"/>
                <w:szCs w:val="28"/>
                <w:lang w:eastAsia="en-US"/>
              </w:rPr>
              <w:t>о</w:t>
            </w:r>
            <w:r w:rsidRPr="00186060">
              <w:rPr>
                <w:rFonts w:eastAsia="Calibri"/>
                <w:szCs w:val="28"/>
                <w:lang w:eastAsia="en-US"/>
              </w:rPr>
              <w:t>вания земел</w:t>
            </w:r>
            <w:r w:rsidRPr="00186060">
              <w:rPr>
                <w:rFonts w:eastAsia="Calibri"/>
                <w:szCs w:val="28"/>
                <w:lang w:eastAsia="en-US"/>
              </w:rPr>
              <w:t>ь</w:t>
            </w:r>
            <w:r w:rsidRPr="00186060">
              <w:rPr>
                <w:rFonts w:eastAsia="Calibri"/>
                <w:szCs w:val="28"/>
                <w:lang w:eastAsia="en-US"/>
              </w:rPr>
              <w:t>ного участка</w:t>
            </w:r>
          </w:p>
        </w:tc>
      </w:tr>
      <w:tr w:rsidR="0013467F" w:rsidRPr="007337B1" w:rsidTr="00FC4E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467F" w:rsidRPr="007337B1" w:rsidRDefault="0013467F" w:rsidP="00FC4E7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прид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 xml:space="preserve">рожного сервиса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467F" w:rsidRPr="007337B1" w:rsidRDefault="0013467F" w:rsidP="00FC4E77">
            <w:pPr>
              <w:rPr>
                <w:rFonts w:eastAsia="Calibri"/>
                <w:szCs w:val="28"/>
                <w:lang w:eastAsia="en-US"/>
              </w:rPr>
            </w:pPr>
            <w:r w:rsidRPr="00406F15">
              <w:rPr>
                <w:rFonts w:eastAsia="Calibri"/>
                <w:szCs w:val="28"/>
                <w:lang w:eastAsia="en-US"/>
              </w:rPr>
              <w:t>Размещение автозаправочных ста</w:t>
            </w:r>
            <w:r w:rsidRPr="00406F15">
              <w:rPr>
                <w:rFonts w:eastAsia="Calibri"/>
                <w:szCs w:val="28"/>
                <w:lang w:eastAsia="en-US"/>
              </w:rPr>
              <w:t>н</w:t>
            </w:r>
            <w:r w:rsidRPr="00406F15">
              <w:rPr>
                <w:rFonts w:eastAsia="Calibri"/>
                <w:szCs w:val="28"/>
                <w:lang w:eastAsia="en-US"/>
              </w:rPr>
              <w:t>ций (бензиновых, газовых); разм</w:t>
            </w:r>
            <w:r w:rsidRPr="00406F15">
              <w:rPr>
                <w:rFonts w:eastAsia="Calibri"/>
                <w:szCs w:val="28"/>
                <w:lang w:eastAsia="en-US"/>
              </w:rPr>
              <w:t>е</w:t>
            </w:r>
            <w:r w:rsidRPr="00406F15">
              <w:rPr>
                <w:rFonts w:eastAsia="Calibri"/>
                <w:szCs w:val="28"/>
                <w:lang w:eastAsia="en-US"/>
              </w:rPr>
              <w:t>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втомобильных пр</w:t>
            </w:r>
            <w:r w:rsidRPr="00406F15">
              <w:rPr>
                <w:rFonts w:eastAsia="Calibri"/>
                <w:szCs w:val="28"/>
                <w:lang w:eastAsia="en-US"/>
              </w:rPr>
              <w:t>и</w:t>
            </w:r>
            <w:r w:rsidRPr="00406F15">
              <w:rPr>
                <w:rFonts w:eastAsia="Calibri"/>
                <w:szCs w:val="28"/>
                <w:lang w:eastAsia="en-US"/>
              </w:rPr>
              <w:t>надлежностей, мастерских, предн</w:t>
            </w:r>
            <w:r w:rsidRPr="00406F15">
              <w:rPr>
                <w:rFonts w:eastAsia="Calibri"/>
                <w:szCs w:val="28"/>
                <w:lang w:eastAsia="en-US"/>
              </w:rPr>
              <w:t>а</w:t>
            </w:r>
            <w:r w:rsidRPr="00406F15">
              <w:rPr>
                <w:rFonts w:eastAsia="Calibri"/>
                <w:szCs w:val="28"/>
                <w:lang w:eastAsia="en-US"/>
              </w:rPr>
              <w:t>значенных для ремонта и обслуж</w:t>
            </w:r>
            <w:r w:rsidRPr="00406F15">
              <w:rPr>
                <w:rFonts w:eastAsia="Calibri"/>
                <w:szCs w:val="28"/>
                <w:lang w:eastAsia="en-US"/>
              </w:rPr>
              <w:t>и</w:t>
            </w:r>
            <w:r w:rsidRPr="00406F15">
              <w:rPr>
                <w:rFonts w:eastAsia="Calibri"/>
                <w:szCs w:val="28"/>
                <w:lang w:eastAsia="en-US"/>
              </w:rPr>
              <w:t>вания автомобилей и прочих объе</w:t>
            </w:r>
            <w:r w:rsidRPr="00406F15">
              <w:rPr>
                <w:rFonts w:eastAsia="Calibri"/>
                <w:szCs w:val="28"/>
                <w:lang w:eastAsia="en-US"/>
              </w:rPr>
              <w:t>к</w:t>
            </w:r>
            <w:r w:rsidRPr="00406F15">
              <w:rPr>
                <w:rFonts w:eastAsia="Calibri"/>
                <w:szCs w:val="28"/>
                <w:lang w:eastAsia="en-US"/>
              </w:rPr>
              <w:t>тов придорожного сервис</w:t>
            </w:r>
            <w:r>
              <w:rPr>
                <w:rFonts w:eastAsia="Calibri"/>
                <w:szCs w:val="28"/>
                <w:lang w:eastAsia="en-US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467F" w:rsidRPr="007337B1" w:rsidRDefault="0013467F" w:rsidP="00FC4E77">
            <w:pPr>
              <w:ind w:firstLine="709"/>
              <w:rPr>
                <w:rFonts w:eastAsia="Calibri"/>
                <w:szCs w:val="28"/>
                <w:lang w:eastAsia="en-US"/>
              </w:rPr>
            </w:pPr>
            <w:bookmarkStart w:id="4" w:name="Par253"/>
            <w:bookmarkEnd w:id="4"/>
            <w:r>
              <w:rPr>
                <w:rFonts w:eastAsia="Calibri"/>
                <w:lang w:eastAsia="en-US"/>
              </w:rPr>
              <w:t>4.9</w:t>
            </w:r>
            <w:r w:rsidRPr="007337B1">
              <w:rPr>
                <w:rFonts w:eastAsia="Calibri"/>
                <w:lang w:eastAsia="en-US"/>
              </w:rPr>
              <w:t>.1</w:t>
            </w:r>
          </w:p>
        </w:tc>
      </w:tr>
    </w:tbl>
    <w:p w:rsidR="0013467F" w:rsidRDefault="0013467F" w:rsidP="0013467F"/>
    <w:p w:rsidR="0013467F" w:rsidRDefault="0013467F" w:rsidP="00A10493">
      <w:pPr>
        <w:jc w:val="center"/>
        <w:rPr>
          <w:b/>
          <w:lang w:val="en-US"/>
        </w:rPr>
      </w:pPr>
    </w:p>
    <w:p w:rsidR="0013467F" w:rsidRDefault="0013467F" w:rsidP="00A10493">
      <w:pPr>
        <w:jc w:val="center"/>
        <w:rPr>
          <w:b/>
          <w:lang w:val="en-US"/>
        </w:rPr>
      </w:pPr>
    </w:p>
    <w:p w:rsidR="0008061F" w:rsidRDefault="0008061F" w:rsidP="00A10493">
      <w:pPr>
        <w:jc w:val="center"/>
        <w:rPr>
          <w:b/>
        </w:rPr>
      </w:pPr>
    </w:p>
    <w:p w:rsidR="0008061F" w:rsidRDefault="0008061F" w:rsidP="00A10493">
      <w:pPr>
        <w:jc w:val="center"/>
        <w:rPr>
          <w:b/>
        </w:rPr>
      </w:pPr>
    </w:p>
    <w:p w:rsidR="0008061F" w:rsidRDefault="0008061F" w:rsidP="00A10493">
      <w:pPr>
        <w:jc w:val="center"/>
        <w:rPr>
          <w:b/>
        </w:rPr>
      </w:pPr>
    </w:p>
    <w:p w:rsidR="0008061F" w:rsidRDefault="0008061F" w:rsidP="00A10493">
      <w:pPr>
        <w:jc w:val="center"/>
        <w:rPr>
          <w:b/>
        </w:rPr>
      </w:pPr>
    </w:p>
    <w:p w:rsidR="0008061F" w:rsidRDefault="0008061F" w:rsidP="00A10493">
      <w:pPr>
        <w:jc w:val="center"/>
        <w:rPr>
          <w:b/>
        </w:rPr>
      </w:pPr>
    </w:p>
    <w:p w:rsidR="0008061F" w:rsidRDefault="0008061F" w:rsidP="00A10493">
      <w:pPr>
        <w:jc w:val="center"/>
        <w:rPr>
          <w:b/>
        </w:rPr>
      </w:pPr>
    </w:p>
    <w:p w:rsidR="008B0B13" w:rsidRDefault="008B0B13" w:rsidP="00A10493">
      <w:pPr>
        <w:jc w:val="center"/>
        <w:rPr>
          <w:b/>
        </w:rPr>
      </w:pPr>
    </w:p>
    <w:p w:rsidR="009A1809" w:rsidRDefault="008B0B13" w:rsidP="00A10493">
      <w:pPr>
        <w:jc w:val="center"/>
        <w:rPr>
          <w:b/>
        </w:rPr>
      </w:pPr>
      <w:r>
        <w:rPr>
          <w:b/>
        </w:rPr>
        <w:t>ПРОЕКТ</w:t>
      </w:r>
    </w:p>
    <w:p w:rsidR="009A1809" w:rsidRPr="004367DB" w:rsidRDefault="008B0B13" w:rsidP="00A10493">
      <w:pPr>
        <w:jc w:val="center"/>
        <w:rPr>
          <w:b/>
        </w:rPr>
      </w:pPr>
      <w:r>
        <w:rPr>
          <w:b/>
        </w:rPr>
        <w:t xml:space="preserve"> </w:t>
      </w:r>
      <w:r w:rsidR="009A1809" w:rsidRPr="004367DB">
        <w:rPr>
          <w:b/>
        </w:rPr>
        <w:t>изменени</w:t>
      </w:r>
      <w:r w:rsidR="004367DB" w:rsidRPr="004367DB">
        <w:rPr>
          <w:b/>
        </w:rPr>
        <w:t>й</w:t>
      </w:r>
      <w:r w:rsidRPr="004367DB">
        <w:rPr>
          <w:b/>
        </w:rPr>
        <w:t xml:space="preserve"> </w:t>
      </w:r>
      <w:r w:rsidR="009A1809" w:rsidRPr="004367DB">
        <w:rPr>
          <w:b/>
        </w:rPr>
        <w:t>Правил землепользования и застройки Бургинского сельского п</w:t>
      </w:r>
      <w:r w:rsidR="009A1809" w:rsidRPr="004367DB">
        <w:rPr>
          <w:b/>
        </w:rPr>
        <w:t>о</w:t>
      </w:r>
      <w:r w:rsidR="009A1809" w:rsidRPr="004367DB">
        <w:rPr>
          <w:b/>
        </w:rPr>
        <w:t xml:space="preserve">селения </w:t>
      </w:r>
      <w:r w:rsidR="004367DB" w:rsidRPr="004367DB">
        <w:rPr>
          <w:b/>
        </w:rPr>
        <w:t xml:space="preserve"> в части </w:t>
      </w:r>
      <w:r w:rsidR="009A1809" w:rsidRPr="004367DB">
        <w:rPr>
          <w:b/>
        </w:rPr>
        <w:t xml:space="preserve"> </w:t>
      </w:r>
      <w:r w:rsidR="004367DB" w:rsidRPr="004367DB">
        <w:rPr>
          <w:b/>
          <w:color w:val="000000"/>
          <w:szCs w:val="28"/>
        </w:rPr>
        <w:t>изменений в градостроительный регламент, установленный для конкретной территориальной зоны</w:t>
      </w:r>
      <w:r w:rsidR="009A1809" w:rsidRPr="004367DB">
        <w:rPr>
          <w:b/>
        </w:rPr>
        <w:t>.</w:t>
      </w:r>
    </w:p>
    <w:p w:rsidR="009A1809" w:rsidRDefault="009A1809" w:rsidP="00A10493">
      <w:pPr>
        <w:jc w:val="center"/>
        <w:rPr>
          <w:b/>
        </w:rPr>
      </w:pPr>
    </w:p>
    <w:p w:rsidR="00A10493" w:rsidRPr="009A1809" w:rsidRDefault="00A10493" w:rsidP="00A10493">
      <w:pPr>
        <w:jc w:val="center"/>
        <w:rPr>
          <w:b/>
          <w:sz w:val="24"/>
        </w:rPr>
      </w:pPr>
      <w:r w:rsidRPr="009A1809">
        <w:rPr>
          <w:b/>
          <w:sz w:val="24"/>
        </w:rPr>
        <w:t>Карта градостроительного зонирования в части земельных участков с кадастровыми ном</w:t>
      </w:r>
      <w:r w:rsidRPr="009A1809">
        <w:rPr>
          <w:b/>
          <w:sz w:val="24"/>
        </w:rPr>
        <w:t>е</w:t>
      </w:r>
      <w:r w:rsidRPr="009A1809">
        <w:rPr>
          <w:b/>
          <w:sz w:val="24"/>
        </w:rPr>
        <w:t>рами 53:08:0095101:85 и 53:08:0095101:83</w:t>
      </w:r>
    </w:p>
    <w:p w:rsidR="00B53270" w:rsidRPr="00A10493" w:rsidRDefault="00B53270">
      <w:pPr>
        <w:rPr>
          <w:szCs w:val="28"/>
        </w:rPr>
      </w:pPr>
    </w:p>
    <w:p w:rsidR="00B53270" w:rsidRPr="00B53270" w:rsidRDefault="008337E6">
      <w:pPr>
        <w:rPr>
          <w:szCs w:val="28"/>
          <w:lang w:val="en-US"/>
        </w:rPr>
      </w:pPr>
      <w:r>
        <w:rPr>
          <w:noProof/>
          <w:szCs w:val="28"/>
        </w:rPr>
        <w:drawing>
          <wp:inline distT="0" distB="0" distL="0" distR="0">
            <wp:extent cx="7242810" cy="5823585"/>
            <wp:effectExtent l="0" t="704850" r="0" b="691515"/>
            <wp:docPr id="4" name="Рисунок 1" descr="Бурга внесение изменений 2018-карта  ПЗ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урга внесение изменений 2018-карта  ПЗЗ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7242810" cy="582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3270" w:rsidRPr="00B53270" w:rsidSect="00045302">
      <w:pgSz w:w="11907" w:h="16840" w:code="9"/>
      <w:pgMar w:top="1134" w:right="567" w:bottom="1134" w:left="1134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CE9" w:rsidRDefault="00641CE9" w:rsidP="008C3FA6">
      <w:r>
        <w:separator/>
      </w:r>
    </w:p>
  </w:endnote>
  <w:endnote w:type="continuationSeparator" w:id="1">
    <w:p w:rsidR="00641CE9" w:rsidRDefault="00641CE9" w:rsidP="008C3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CE9" w:rsidRDefault="00641CE9" w:rsidP="008C3FA6">
      <w:r>
        <w:separator/>
      </w:r>
    </w:p>
  </w:footnote>
  <w:footnote w:type="continuationSeparator" w:id="1">
    <w:p w:rsidR="00641CE9" w:rsidRDefault="00641CE9" w:rsidP="008C3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518D"/>
    <w:multiLevelType w:val="hybridMultilevel"/>
    <w:tmpl w:val="69A0B03C"/>
    <w:lvl w:ilvl="0" w:tplc="34C8243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42F043EA"/>
    <w:multiLevelType w:val="hybridMultilevel"/>
    <w:tmpl w:val="B1E07B10"/>
    <w:lvl w:ilvl="0" w:tplc="4AB694CA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2">
    <w:nsid w:val="47DC0918"/>
    <w:multiLevelType w:val="multilevel"/>
    <w:tmpl w:val="22DC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4F9D7F94"/>
    <w:multiLevelType w:val="hybridMultilevel"/>
    <w:tmpl w:val="70609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0C0C"/>
    <w:multiLevelType w:val="hybridMultilevel"/>
    <w:tmpl w:val="BF4663BC"/>
    <w:lvl w:ilvl="0" w:tplc="EF86988C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5">
    <w:nsid w:val="6A296E92"/>
    <w:multiLevelType w:val="hybridMultilevel"/>
    <w:tmpl w:val="4D8C5592"/>
    <w:lvl w:ilvl="0" w:tplc="A9884956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C25A2"/>
    <w:multiLevelType w:val="hybridMultilevel"/>
    <w:tmpl w:val="84984416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B313C"/>
    <w:multiLevelType w:val="hybridMultilevel"/>
    <w:tmpl w:val="BCE05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attachedTemplate r:id="rId1"/>
  <w:stylePaneFormatFilter w:val="3F01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F43"/>
    <w:rsid w:val="00005FD2"/>
    <w:rsid w:val="0001295B"/>
    <w:rsid w:val="000132E5"/>
    <w:rsid w:val="00014276"/>
    <w:rsid w:val="00017639"/>
    <w:rsid w:val="00030923"/>
    <w:rsid w:val="00034BE5"/>
    <w:rsid w:val="00045302"/>
    <w:rsid w:val="00045729"/>
    <w:rsid w:val="0004648D"/>
    <w:rsid w:val="00046E28"/>
    <w:rsid w:val="00053FD2"/>
    <w:rsid w:val="00061232"/>
    <w:rsid w:val="000708BD"/>
    <w:rsid w:val="00071C68"/>
    <w:rsid w:val="000738F0"/>
    <w:rsid w:val="0008061F"/>
    <w:rsid w:val="000855F7"/>
    <w:rsid w:val="000874DE"/>
    <w:rsid w:val="00094849"/>
    <w:rsid w:val="000A5AE5"/>
    <w:rsid w:val="000C56CA"/>
    <w:rsid w:val="000C7154"/>
    <w:rsid w:val="000C768B"/>
    <w:rsid w:val="000E10E8"/>
    <w:rsid w:val="000E1920"/>
    <w:rsid w:val="000F29D7"/>
    <w:rsid w:val="001054E7"/>
    <w:rsid w:val="00105996"/>
    <w:rsid w:val="00106AC1"/>
    <w:rsid w:val="00120106"/>
    <w:rsid w:val="0012181F"/>
    <w:rsid w:val="00127CB8"/>
    <w:rsid w:val="0013467F"/>
    <w:rsid w:val="00134FF2"/>
    <w:rsid w:val="001376BA"/>
    <w:rsid w:val="00160406"/>
    <w:rsid w:val="00185A74"/>
    <w:rsid w:val="00194FAE"/>
    <w:rsid w:val="001A7556"/>
    <w:rsid w:val="001B1071"/>
    <w:rsid w:val="001B2251"/>
    <w:rsid w:val="001C35EF"/>
    <w:rsid w:val="001C7936"/>
    <w:rsid w:val="001D4A3F"/>
    <w:rsid w:val="001D5AD1"/>
    <w:rsid w:val="001F1423"/>
    <w:rsid w:val="00213C32"/>
    <w:rsid w:val="00217FC0"/>
    <w:rsid w:val="00224369"/>
    <w:rsid w:val="002351AA"/>
    <w:rsid w:val="00237297"/>
    <w:rsid w:val="002574E6"/>
    <w:rsid w:val="00293471"/>
    <w:rsid w:val="002A475B"/>
    <w:rsid w:val="002B0717"/>
    <w:rsid w:val="002C5F68"/>
    <w:rsid w:val="002C74BE"/>
    <w:rsid w:val="002F369E"/>
    <w:rsid w:val="0031375F"/>
    <w:rsid w:val="00320EBD"/>
    <w:rsid w:val="00345E3B"/>
    <w:rsid w:val="00357974"/>
    <w:rsid w:val="003609D1"/>
    <w:rsid w:val="00390630"/>
    <w:rsid w:val="00390E2C"/>
    <w:rsid w:val="003A4985"/>
    <w:rsid w:val="003B277E"/>
    <w:rsid w:val="003B6510"/>
    <w:rsid w:val="003B7BCA"/>
    <w:rsid w:val="003C4C0F"/>
    <w:rsid w:val="003D5190"/>
    <w:rsid w:val="003D7E98"/>
    <w:rsid w:val="003F33E0"/>
    <w:rsid w:val="004006A4"/>
    <w:rsid w:val="004122B7"/>
    <w:rsid w:val="004174F1"/>
    <w:rsid w:val="0043586C"/>
    <w:rsid w:val="004367DB"/>
    <w:rsid w:val="00437318"/>
    <w:rsid w:val="00440324"/>
    <w:rsid w:val="00444238"/>
    <w:rsid w:val="00460B41"/>
    <w:rsid w:val="00462F2D"/>
    <w:rsid w:val="00473158"/>
    <w:rsid w:val="00475AE8"/>
    <w:rsid w:val="00481CB4"/>
    <w:rsid w:val="00483E2A"/>
    <w:rsid w:val="004B10AD"/>
    <w:rsid w:val="004B19CF"/>
    <w:rsid w:val="004C4CB1"/>
    <w:rsid w:val="004D10E8"/>
    <w:rsid w:val="004D34EE"/>
    <w:rsid w:val="004E3A32"/>
    <w:rsid w:val="004F04D8"/>
    <w:rsid w:val="004F3F7C"/>
    <w:rsid w:val="004F4F25"/>
    <w:rsid w:val="00501136"/>
    <w:rsid w:val="00513393"/>
    <w:rsid w:val="00521DA0"/>
    <w:rsid w:val="00525817"/>
    <w:rsid w:val="00542308"/>
    <w:rsid w:val="00543EF1"/>
    <w:rsid w:val="0055057C"/>
    <w:rsid w:val="00557B31"/>
    <w:rsid w:val="00564957"/>
    <w:rsid w:val="00566EA6"/>
    <w:rsid w:val="00573B29"/>
    <w:rsid w:val="00594152"/>
    <w:rsid w:val="005A1CC2"/>
    <w:rsid w:val="005B1E09"/>
    <w:rsid w:val="005C185E"/>
    <w:rsid w:val="005E7054"/>
    <w:rsid w:val="005F514C"/>
    <w:rsid w:val="0061220C"/>
    <w:rsid w:val="0061294C"/>
    <w:rsid w:val="00612B66"/>
    <w:rsid w:val="00625800"/>
    <w:rsid w:val="006279CB"/>
    <w:rsid w:val="00631F48"/>
    <w:rsid w:val="006355AD"/>
    <w:rsid w:val="00641CE9"/>
    <w:rsid w:val="00644E33"/>
    <w:rsid w:val="00646405"/>
    <w:rsid w:val="006756A2"/>
    <w:rsid w:val="00676626"/>
    <w:rsid w:val="00684FDA"/>
    <w:rsid w:val="00693676"/>
    <w:rsid w:val="0069503B"/>
    <w:rsid w:val="006B0F43"/>
    <w:rsid w:val="006B4913"/>
    <w:rsid w:val="006B64AB"/>
    <w:rsid w:val="006C3060"/>
    <w:rsid w:val="006D5AFD"/>
    <w:rsid w:val="006E4E34"/>
    <w:rsid w:val="006F11B6"/>
    <w:rsid w:val="006F31C1"/>
    <w:rsid w:val="00711950"/>
    <w:rsid w:val="00720409"/>
    <w:rsid w:val="00723DC0"/>
    <w:rsid w:val="00724D92"/>
    <w:rsid w:val="00731C39"/>
    <w:rsid w:val="007340AE"/>
    <w:rsid w:val="0074478A"/>
    <w:rsid w:val="0075037E"/>
    <w:rsid w:val="00754AE4"/>
    <w:rsid w:val="0075758E"/>
    <w:rsid w:val="007816C4"/>
    <w:rsid w:val="00786CBE"/>
    <w:rsid w:val="007B0D72"/>
    <w:rsid w:val="007B37AE"/>
    <w:rsid w:val="007C0090"/>
    <w:rsid w:val="007D019A"/>
    <w:rsid w:val="007E2D26"/>
    <w:rsid w:val="007F7A04"/>
    <w:rsid w:val="008049BB"/>
    <w:rsid w:val="00813921"/>
    <w:rsid w:val="0081778D"/>
    <w:rsid w:val="0082731F"/>
    <w:rsid w:val="008337E6"/>
    <w:rsid w:val="008338AD"/>
    <w:rsid w:val="00861DA1"/>
    <w:rsid w:val="00866428"/>
    <w:rsid w:val="008712A5"/>
    <w:rsid w:val="00881247"/>
    <w:rsid w:val="00881588"/>
    <w:rsid w:val="008846E7"/>
    <w:rsid w:val="0089175F"/>
    <w:rsid w:val="008B05CE"/>
    <w:rsid w:val="008B0B13"/>
    <w:rsid w:val="008C00CD"/>
    <w:rsid w:val="008C2C0D"/>
    <w:rsid w:val="008C2DAE"/>
    <w:rsid w:val="008C3FA6"/>
    <w:rsid w:val="008C65FE"/>
    <w:rsid w:val="008D391E"/>
    <w:rsid w:val="008E6525"/>
    <w:rsid w:val="008F5251"/>
    <w:rsid w:val="008F6FEF"/>
    <w:rsid w:val="008F7DBF"/>
    <w:rsid w:val="00924F14"/>
    <w:rsid w:val="00926C21"/>
    <w:rsid w:val="0093262A"/>
    <w:rsid w:val="00932DE8"/>
    <w:rsid w:val="00942611"/>
    <w:rsid w:val="00952CCD"/>
    <w:rsid w:val="009534A0"/>
    <w:rsid w:val="009546FF"/>
    <w:rsid w:val="00955FA3"/>
    <w:rsid w:val="00965F29"/>
    <w:rsid w:val="00967E2B"/>
    <w:rsid w:val="00971539"/>
    <w:rsid w:val="00972278"/>
    <w:rsid w:val="00985180"/>
    <w:rsid w:val="009A1809"/>
    <w:rsid w:val="009A5864"/>
    <w:rsid w:val="009C2FED"/>
    <w:rsid w:val="009D6855"/>
    <w:rsid w:val="009D7BED"/>
    <w:rsid w:val="009F472D"/>
    <w:rsid w:val="00A06A6D"/>
    <w:rsid w:val="00A10493"/>
    <w:rsid w:val="00A37659"/>
    <w:rsid w:val="00A4757B"/>
    <w:rsid w:val="00A6435C"/>
    <w:rsid w:val="00A700D8"/>
    <w:rsid w:val="00A70889"/>
    <w:rsid w:val="00A878E6"/>
    <w:rsid w:val="00A932B6"/>
    <w:rsid w:val="00AA7A97"/>
    <w:rsid w:val="00AB2AFC"/>
    <w:rsid w:val="00AC4BEA"/>
    <w:rsid w:val="00AD59D8"/>
    <w:rsid w:val="00AE75C9"/>
    <w:rsid w:val="00AF1DEE"/>
    <w:rsid w:val="00AF217F"/>
    <w:rsid w:val="00B14A1C"/>
    <w:rsid w:val="00B161A0"/>
    <w:rsid w:val="00B20AF2"/>
    <w:rsid w:val="00B35016"/>
    <w:rsid w:val="00B47F7A"/>
    <w:rsid w:val="00B53270"/>
    <w:rsid w:val="00B55786"/>
    <w:rsid w:val="00B55A68"/>
    <w:rsid w:val="00B57A71"/>
    <w:rsid w:val="00B610C9"/>
    <w:rsid w:val="00B6746B"/>
    <w:rsid w:val="00B71D8A"/>
    <w:rsid w:val="00B759F9"/>
    <w:rsid w:val="00B82D75"/>
    <w:rsid w:val="00BB2DC0"/>
    <w:rsid w:val="00BB7417"/>
    <w:rsid w:val="00BC0C94"/>
    <w:rsid w:val="00BC2AD3"/>
    <w:rsid w:val="00BE4196"/>
    <w:rsid w:val="00BE4291"/>
    <w:rsid w:val="00BE4C98"/>
    <w:rsid w:val="00C05132"/>
    <w:rsid w:val="00C23F48"/>
    <w:rsid w:val="00C42817"/>
    <w:rsid w:val="00C57B0B"/>
    <w:rsid w:val="00C64C94"/>
    <w:rsid w:val="00C8351D"/>
    <w:rsid w:val="00C96416"/>
    <w:rsid w:val="00CA332D"/>
    <w:rsid w:val="00CB29E3"/>
    <w:rsid w:val="00CC2462"/>
    <w:rsid w:val="00CC3567"/>
    <w:rsid w:val="00CD02C6"/>
    <w:rsid w:val="00CE04C5"/>
    <w:rsid w:val="00CE2348"/>
    <w:rsid w:val="00CE4737"/>
    <w:rsid w:val="00D02427"/>
    <w:rsid w:val="00D32148"/>
    <w:rsid w:val="00D34790"/>
    <w:rsid w:val="00D55B4B"/>
    <w:rsid w:val="00D573DE"/>
    <w:rsid w:val="00D716E9"/>
    <w:rsid w:val="00D741E5"/>
    <w:rsid w:val="00D748EA"/>
    <w:rsid w:val="00D75EE9"/>
    <w:rsid w:val="00D77167"/>
    <w:rsid w:val="00D91B9D"/>
    <w:rsid w:val="00D92091"/>
    <w:rsid w:val="00DA74D3"/>
    <w:rsid w:val="00DA7C71"/>
    <w:rsid w:val="00DC0AD5"/>
    <w:rsid w:val="00DC242C"/>
    <w:rsid w:val="00DC4A07"/>
    <w:rsid w:val="00DD0AB2"/>
    <w:rsid w:val="00DD79D7"/>
    <w:rsid w:val="00DF10B2"/>
    <w:rsid w:val="00DF5FF5"/>
    <w:rsid w:val="00DF7A42"/>
    <w:rsid w:val="00E0025F"/>
    <w:rsid w:val="00E07AD2"/>
    <w:rsid w:val="00E30355"/>
    <w:rsid w:val="00E31DFE"/>
    <w:rsid w:val="00E37619"/>
    <w:rsid w:val="00E42528"/>
    <w:rsid w:val="00E44351"/>
    <w:rsid w:val="00E550B4"/>
    <w:rsid w:val="00E648A7"/>
    <w:rsid w:val="00E665CF"/>
    <w:rsid w:val="00E70034"/>
    <w:rsid w:val="00E87E85"/>
    <w:rsid w:val="00EA4CBB"/>
    <w:rsid w:val="00EA5E29"/>
    <w:rsid w:val="00EC004F"/>
    <w:rsid w:val="00EC52E8"/>
    <w:rsid w:val="00EE1F0E"/>
    <w:rsid w:val="00EF6A48"/>
    <w:rsid w:val="00F2158E"/>
    <w:rsid w:val="00F43A9C"/>
    <w:rsid w:val="00FA20BB"/>
    <w:rsid w:val="00FA44A2"/>
    <w:rsid w:val="00FA4C6A"/>
    <w:rsid w:val="00FA6C6D"/>
    <w:rsid w:val="00FB671D"/>
    <w:rsid w:val="00FC4E77"/>
    <w:rsid w:val="00FE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semiHidden/>
    <w:rsid w:val="005A1C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8C3F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C3FA6"/>
    <w:rPr>
      <w:sz w:val="28"/>
      <w:szCs w:val="24"/>
    </w:rPr>
  </w:style>
  <w:style w:type="paragraph" w:styleId="a7">
    <w:name w:val="footer"/>
    <w:basedOn w:val="a"/>
    <w:link w:val="a8"/>
    <w:rsid w:val="008C3F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C3FA6"/>
    <w:rPr>
      <w:sz w:val="28"/>
      <w:szCs w:val="24"/>
    </w:rPr>
  </w:style>
  <w:style w:type="paragraph" w:styleId="a9">
    <w:name w:val="No Spacing"/>
    <w:link w:val="aa"/>
    <w:uiPriority w:val="99"/>
    <w:qFormat/>
    <w:rsid w:val="00483E2A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Нормальный (таблица)"/>
    <w:basedOn w:val="a"/>
    <w:next w:val="a"/>
    <w:uiPriority w:val="99"/>
    <w:rsid w:val="00483E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c">
    <w:name w:val="Внимание"/>
    <w:basedOn w:val="a"/>
    <w:next w:val="a"/>
    <w:uiPriority w:val="99"/>
    <w:rsid w:val="004174F1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hd w:val="clear" w:color="auto" w:fill="F5F3DA"/>
    </w:rPr>
  </w:style>
  <w:style w:type="paragraph" w:styleId="ad">
    <w:name w:val="Body Text Indent"/>
    <w:basedOn w:val="a"/>
    <w:link w:val="ae"/>
    <w:rsid w:val="00C8351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8351D"/>
    <w:rPr>
      <w:sz w:val="28"/>
      <w:szCs w:val="24"/>
    </w:rPr>
  </w:style>
  <w:style w:type="character" w:customStyle="1" w:styleId="FontStyle60">
    <w:name w:val="Font Style60"/>
    <w:basedOn w:val="a0"/>
    <w:rsid w:val="00EF6A48"/>
    <w:rPr>
      <w:rFonts w:ascii="Times New Roman" w:hAnsi="Times New Roman" w:cs="Times New Roman"/>
      <w:sz w:val="22"/>
      <w:szCs w:val="22"/>
    </w:rPr>
  </w:style>
  <w:style w:type="character" w:customStyle="1" w:styleId="ConsNonformat">
    <w:name w:val="ConsNonformat Знак"/>
    <w:basedOn w:val="a0"/>
    <w:link w:val="ConsNonformat0"/>
    <w:semiHidden/>
    <w:locked/>
    <w:rsid w:val="00EF6A48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semiHidden/>
    <w:rsid w:val="00EF6A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Без интервала Знак"/>
    <w:basedOn w:val="a0"/>
    <w:link w:val="a9"/>
    <w:uiPriority w:val="99"/>
    <w:rsid w:val="0013467F"/>
    <w:rPr>
      <w:rFonts w:ascii="Calibri" w:eastAsia="Calibri" w:hAnsi="Calibri"/>
      <w:sz w:val="22"/>
      <w:szCs w:val="22"/>
      <w:lang w:val="ru-RU" w:eastAsia="en-US" w:bidi="ar-SA"/>
    </w:rPr>
  </w:style>
  <w:style w:type="paragraph" w:styleId="af">
    <w:name w:val="caption"/>
    <w:basedOn w:val="a"/>
    <w:next w:val="a"/>
    <w:qFormat/>
    <w:rsid w:val="0013467F"/>
    <w:pPr>
      <w:jc w:val="both"/>
    </w:pPr>
    <w:rPr>
      <w:i/>
      <w:szCs w:val="20"/>
    </w:rPr>
  </w:style>
  <w:style w:type="table" w:customStyle="1" w:styleId="20">
    <w:name w:val="Сетка таблицы20"/>
    <w:basedOn w:val="a1"/>
    <w:next w:val="ConsNonformat0"/>
    <w:uiPriority w:val="59"/>
    <w:rsid w:val="0013467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rsid w:val="001346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A922D-2358-4F6B-9345-67EC58D3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0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Антонина</cp:lastModifiedBy>
  <cp:revision>2</cp:revision>
  <cp:lastPrinted>2018-04-06T09:24:00Z</cp:lastPrinted>
  <dcterms:created xsi:type="dcterms:W3CDTF">2018-06-27T12:12:00Z</dcterms:created>
  <dcterms:modified xsi:type="dcterms:W3CDTF">2018-06-27T12:12:00Z</dcterms:modified>
  <cp:category>VBA</cp:category>
</cp:coreProperties>
</file>